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D605" w14:textId="7E2102D0" w:rsidR="001A76A6" w:rsidRPr="00057539" w:rsidRDefault="001A76A6" w:rsidP="00057539">
      <w:pPr>
        <w:jc w:val="center"/>
        <w:rPr>
          <w:sz w:val="52"/>
        </w:rPr>
      </w:pPr>
      <w:r w:rsidRPr="0033668C">
        <w:rPr>
          <w:sz w:val="52"/>
        </w:rPr>
        <w:t xml:space="preserve">Bluebot </w:t>
      </w:r>
      <w:r w:rsidR="00F565E4">
        <w:rPr>
          <w:sz w:val="52"/>
        </w:rPr>
        <w:t>e l’alfabeto</w:t>
      </w:r>
    </w:p>
    <w:p w14:paraId="7EBFFCCE" w14:textId="33C5B98C" w:rsidR="00ED3BBB" w:rsidRPr="00057539" w:rsidRDefault="001A76A6" w:rsidP="00057539">
      <w:pPr>
        <w:jc w:val="center"/>
        <w:rPr>
          <w:sz w:val="44"/>
        </w:rPr>
      </w:pPr>
      <w:r w:rsidRPr="001A76A6">
        <w:rPr>
          <w:noProof/>
          <w:sz w:val="44"/>
          <w:lang w:val="it-CH" w:eastAsia="it-CH"/>
        </w:rPr>
        <w:drawing>
          <wp:inline distT="0" distB="0" distL="0" distR="0" wp14:anchorId="65362D8D" wp14:editId="1A6E36D4">
            <wp:extent cx="4828309" cy="257506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944" cy="257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25A68" w14:textId="5375F054" w:rsidR="00ED3BBB" w:rsidRDefault="00ED3BBB" w:rsidP="00ED3BBB">
      <w:pPr>
        <w:jc w:val="both"/>
        <w:rPr>
          <w:sz w:val="32"/>
        </w:rPr>
      </w:pPr>
      <w:r w:rsidRPr="00ED3BBB">
        <w:rPr>
          <w:sz w:val="32"/>
        </w:rPr>
        <w:t xml:space="preserve">Bluebot </w:t>
      </w:r>
      <w:r w:rsidR="00F565E4">
        <w:rPr>
          <w:sz w:val="32"/>
        </w:rPr>
        <w:t>sta imparando a scrivere</w:t>
      </w:r>
      <w:r w:rsidRPr="00ED3BBB">
        <w:rPr>
          <w:sz w:val="32"/>
        </w:rPr>
        <w:t xml:space="preserve">. </w:t>
      </w:r>
      <w:r w:rsidR="00F565E4">
        <w:rPr>
          <w:sz w:val="32"/>
        </w:rPr>
        <w:t>Lo aiutiamo?</w:t>
      </w:r>
    </w:p>
    <w:p w14:paraId="40630D17" w14:textId="77777777" w:rsidR="00ED3BBB" w:rsidRDefault="00ED3BBB" w:rsidP="00ED3BBB">
      <w:pPr>
        <w:jc w:val="both"/>
        <w:rPr>
          <w:sz w:val="32"/>
        </w:rPr>
      </w:pPr>
    </w:p>
    <w:p w14:paraId="50559D5F" w14:textId="77777777" w:rsidR="00057539" w:rsidRDefault="00057539" w:rsidP="00577078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Posiziona Bluebot sulla casella blu.</w:t>
      </w:r>
    </w:p>
    <w:p w14:paraId="12438FF2" w14:textId="053289FE" w:rsidR="00F565E4" w:rsidRDefault="00F565E4" w:rsidP="00577078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Riempi le caselle bianche con le lettere dell’alfabeto che ti servono</w:t>
      </w:r>
      <w:r w:rsidR="002A52BB">
        <w:rPr>
          <w:sz w:val="32"/>
        </w:rPr>
        <w:t xml:space="preserve"> appoggiando le lettere stampante e ritagliate</w:t>
      </w:r>
      <w:r>
        <w:rPr>
          <w:sz w:val="32"/>
        </w:rPr>
        <w:t>.</w:t>
      </w:r>
    </w:p>
    <w:p w14:paraId="280B7D10" w14:textId="77777777" w:rsidR="00F565E4" w:rsidRDefault="00F565E4" w:rsidP="00F565E4">
      <w:pPr>
        <w:pStyle w:val="Paragrafoelenco"/>
        <w:jc w:val="both"/>
        <w:rPr>
          <w:sz w:val="32"/>
        </w:rPr>
      </w:pPr>
    </w:p>
    <w:p w14:paraId="01824319" w14:textId="3E80D761" w:rsidR="00F565E4" w:rsidRPr="00901454" w:rsidRDefault="00F565E4" w:rsidP="00901454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Ora </w:t>
      </w:r>
      <w:r w:rsidR="00057539">
        <w:rPr>
          <w:sz w:val="32"/>
        </w:rPr>
        <w:t xml:space="preserve">scrivi </w:t>
      </w:r>
      <w:r>
        <w:rPr>
          <w:sz w:val="32"/>
        </w:rPr>
        <w:t xml:space="preserve">il nome </w:t>
      </w:r>
      <w:r w:rsidR="00901454">
        <w:rPr>
          <w:sz w:val="32"/>
        </w:rPr>
        <w:t>della seguente figura:</w:t>
      </w:r>
      <w:r>
        <w:rPr>
          <w:sz w:val="32"/>
        </w:rPr>
        <w:t xml:space="preserve"> </w:t>
      </w:r>
    </w:p>
    <w:p w14:paraId="666B6A45" w14:textId="6FD38964" w:rsidR="00F565E4" w:rsidRPr="00F565E4" w:rsidRDefault="00901454" w:rsidP="00901454">
      <w:pPr>
        <w:pStyle w:val="Paragrafoelenco"/>
        <w:rPr>
          <w:sz w:val="32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58240" behindDoc="0" locked="0" layoutInCell="1" allowOverlap="1" wp14:anchorId="558BC3C4" wp14:editId="7BD1EC2C">
            <wp:simplePos x="0" y="0"/>
            <wp:positionH relativeFrom="column">
              <wp:posOffset>416560</wp:posOffset>
            </wp:positionH>
            <wp:positionV relativeFrom="paragraph">
              <wp:posOffset>56515</wp:posOffset>
            </wp:positionV>
            <wp:extent cx="2139950" cy="2139950"/>
            <wp:effectExtent l="0" t="0" r="0" b="0"/>
            <wp:wrapSquare wrapText="bothSides"/>
            <wp:docPr id="2" name="Immagine 2" descr="Risultati immagini per cu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cub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20E872" w14:textId="6EEC1A94" w:rsidR="00F565E4" w:rsidRDefault="00901454" w:rsidP="00901454">
      <w:pPr>
        <w:ind w:left="360"/>
        <w:rPr>
          <w:sz w:val="32"/>
        </w:rPr>
      </w:pPr>
      <w:r>
        <w:rPr>
          <w:sz w:val="32"/>
        </w:rPr>
        <w:t xml:space="preserve">Nome della figura: </w:t>
      </w:r>
    </w:p>
    <w:p w14:paraId="72C4A057" w14:textId="77777777" w:rsidR="00901454" w:rsidRDefault="00901454" w:rsidP="00901454">
      <w:pPr>
        <w:ind w:left="360"/>
        <w:rPr>
          <w:sz w:val="32"/>
        </w:rPr>
      </w:pPr>
    </w:p>
    <w:p w14:paraId="5D77A6AF" w14:textId="29384642" w:rsidR="00901454" w:rsidRDefault="00901454" w:rsidP="00901454">
      <w:pPr>
        <w:ind w:left="360"/>
        <w:rPr>
          <w:sz w:val="32"/>
        </w:rPr>
      </w:pPr>
      <w:r>
        <w:rPr>
          <w:sz w:val="32"/>
        </w:rPr>
        <w:t>……………………………………………………………..</w:t>
      </w:r>
    </w:p>
    <w:p w14:paraId="18AE846B" w14:textId="7A1AB271" w:rsidR="00901454" w:rsidRDefault="00901454" w:rsidP="00901454">
      <w:pPr>
        <w:ind w:left="360"/>
        <w:rPr>
          <w:sz w:val="32"/>
        </w:rPr>
      </w:pPr>
    </w:p>
    <w:p w14:paraId="6D3C9461" w14:textId="48154CD7" w:rsidR="00901454" w:rsidRDefault="00901454" w:rsidP="00901454">
      <w:pPr>
        <w:ind w:left="360"/>
        <w:rPr>
          <w:sz w:val="32"/>
        </w:rPr>
      </w:pPr>
    </w:p>
    <w:p w14:paraId="7431BAD4" w14:textId="32D95858" w:rsidR="00901454" w:rsidRDefault="00901454" w:rsidP="00901454">
      <w:pPr>
        <w:ind w:left="360"/>
        <w:rPr>
          <w:sz w:val="32"/>
        </w:rPr>
      </w:pPr>
    </w:p>
    <w:p w14:paraId="571EEF39" w14:textId="58CC53F1" w:rsidR="00901454" w:rsidRDefault="00901454" w:rsidP="00901454">
      <w:pPr>
        <w:ind w:left="360"/>
        <w:rPr>
          <w:sz w:val="32"/>
        </w:rPr>
      </w:pPr>
    </w:p>
    <w:p w14:paraId="1A3D60FC" w14:textId="3AE68C67" w:rsidR="00F565E4" w:rsidRPr="00F565E4" w:rsidRDefault="00F565E4" w:rsidP="00F565E4">
      <w:pPr>
        <w:pStyle w:val="Paragrafoelenco"/>
        <w:rPr>
          <w:sz w:val="32"/>
        </w:rPr>
      </w:pPr>
    </w:p>
    <w:p w14:paraId="34FE4021" w14:textId="522E3B9F" w:rsidR="007D60E8" w:rsidRDefault="00F565E4" w:rsidP="007D60E8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Quale </w:t>
      </w:r>
      <w:r w:rsidR="00057539">
        <w:rPr>
          <w:sz w:val="32"/>
        </w:rPr>
        <w:t xml:space="preserve">sequenza di comandi </w:t>
      </w:r>
      <w:r>
        <w:rPr>
          <w:sz w:val="32"/>
        </w:rPr>
        <w:t>bisogna</w:t>
      </w:r>
      <w:r w:rsidR="00057539">
        <w:rPr>
          <w:sz w:val="32"/>
        </w:rPr>
        <w:t xml:space="preserve"> </w:t>
      </w:r>
      <w:r>
        <w:rPr>
          <w:sz w:val="32"/>
        </w:rPr>
        <w:t xml:space="preserve">dare al Bluebot per </w:t>
      </w:r>
      <w:r w:rsidR="002A52BB">
        <w:rPr>
          <w:sz w:val="32"/>
        </w:rPr>
        <w:t>passare sopra le lettere che compongono</w:t>
      </w:r>
      <w:r w:rsidR="002A52BB">
        <w:rPr>
          <w:sz w:val="32"/>
        </w:rPr>
        <w:t xml:space="preserve"> </w:t>
      </w:r>
      <w:r w:rsidR="00901454">
        <w:rPr>
          <w:sz w:val="32"/>
        </w:rPr>
        <w:t>il nome della figura</w:t>
      </w:r>
      <w:r>
        <w:rPr>
          <w:sz w:val="32"/>
        </w:rPr>
        <w:t>? Scrivi la sequenza qua</w:t>
      </w:r>
      <w:r w:rsidR="007D60E8">
        <w:rPr>
          <w:sz w:val="32"/>
        </w:rPr>
        <w:t xml:space="preserve"> sotto e poi</w:t>
      </w:r>
      <w:r w:rsidR="00F7154A">
        <w:rPr>
          <w:sz w:val="32"/>
        </w:rPr>
        <w:t xml:space="preserve"> </w:t>
      </w:r>
      <w:r w:rsidR="007D60E8">
        <w:rPr>
          <w:sz w:val="32"/>
        </w:rPr>
        <w:t>provala con Bluebot</w:t>
      </w:r>
    </w:p>
    <w:p w14:paraId="12008EE3" w14:textId="77777777" w:rsidR="00057539" w:rsidRPr="007D60E8" w:rsidRDefault="00057539" w:rsidP="007D60E8">
      <w:pPr>
        <w:ind w:left="360"/>
        <w:jc w:val="both"/>
        <w:rPr>
          <w:sz w:val="32"/>
        </w:rPr>
      </w:pPr>
    </w:p>
    <w:p w14:paraId="3A76629F" w14:textId="77777777" w:rsidR="00057539" w:rsidRDefault="00057539" w:rsidP="00057539">
      <w:pPr>
        <w:pStyle w:val="Paragrafoelenco"/>
        <w:jc w:val="both"/>
        <w:rPr>
          <w:sz w:val="32"/>
        </w:rPr>
      </w:pPr>
    </w:p>
    <w:p w14:paraId="7D1DDA02" w14:textId="2A542090" w:rsidR="00057539" w:rsidRDefault="00057539" w:rsidP="007D60E8">
      <w:pPr>
        <w:pStyle w:val="Paragrafoelenco"/>
        <w:jc w:val="both"/>
        <w:rPr>
          <w:sz w:val="32"/>
        </w:rPr>
      </w:pPr>
      <w:r>
        <w:rPr>
          <w:sz w:val="32"/>
        </w:rPr>
        <w:t>……………………………………………………………………………………………………….</w:t>
      </w:r>
    </w:p>
    <w:p w14:paraId="64CF797C" w14:textId="77777777" w:rsidR="007D60E8" w:rsidRDefault="007D60E8" w:rsidP="00057539">
      <w:pPr>
        <w:jc w:val="both"/>
        <w:rPr>
          <w:sz w:val="32"/>
        </w:rPr>
      </w:pPr>
    </w:p>
    <w:p w14:paraId="3FD0F598" w14:textId="77777777" w:rsidR="00057539" w:rsidRDefault="00057539" w:rsidP="00057539">
      <w:pPr>
        <w:jc w:val="both"/>
        <w:rPr>
          <w:sz w:val="32"/>
        </w:rPr>
      </w:pPr>
    </w:p>
    <w:p w14:paraId="4492E17F" w14:textId="27CE2A95" w:rsidR="00057539" w:rsidRDefault="00057539" w:rsidP="00057539">
      <w:pPr>
        <w:pStyle w:val="Paragrafoelenco"/>
        <w:ind w:left="0" w:firstLine="708"/>
        <w:jc w:val="both"/>
        <w:rPr>
          <w:sz w:val="32"/>
        </w:rPr>
      </w:pPr>
    </w:p>
    <w:p w14:paraId="765B6E4A" w14:textId="342F9A08" w:rsidR="00901454" w:rsidRDefault="002A52BB" w:rsidP="00901454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Ora aggiungi le lettere che ti servono per le figure sotto e poi programma Bluebot per passare sopra le lettere e comporre le varie parole. </w:t>
      </w:r>
    </w:p>
    <w:p w14:paraId="14AF04A4" w14:textId="581B15F9" w:rsidR="00901454" w:rsidRDefault="00901454" w:rsidP="00901454">
      <w:pPr>
        <w:ind w:left="360"/>
        <w:jc w:val="both"/>
        <w:rPr>
          <w:sz w:val="32"/>
        </w:rPr>
      </w:pPr>
    </w:p>
    <w:p w14:paraId="2072BB2D" w14:textId="029D4BD0" w:rsidR="00901454" w:rsidRPr="00901454" w:rsidRDefault="00901454" w:rsidP="00901454">
      <w:pPr>
        <w:ind w:left="360"/>
        <w:jc w:val="both"/>
        <w:rPr>
          <w:sz w:val="32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59264" behindDoc="0" locked="0" layoutInCell="1" allowOverlap="1" wp14:anchorId="6DBD91BB" wp14:editId="0939F791">
            <wp:simplePos x="0" y="0"/>
            <wp:positionH relativeFrom="column">
              <wp:posOffset>327660</wp:posOffset>
            </wp:positionH>
            <wp:positionV relativeFrom="paragraph">
              <wp:posOffset>8890</wp:posOffset>
            </wp:positionV>
            <wp:extent cx="2857500" cy="2089150"/>
            <wp:effectExtent l="0" t="0" r="0" b="6350"/>
            <wp:wrapSquare wrapText="bothSides"/>
            <wp:docPr id="4" name="Immagine 4" descr="Risultati immagini per ce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cerchio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5750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sz w:val="32"/>
        </w:rPr>
        <w:t>Nome della figura:</w:t>
      </w:r>
    </w:p>
    <w:p w14:paraId="0601C2F8" w14:textId="0CA15B2B" w:rsidR="00901454" w:rsidRDefault="00901454" w:rsidP="00901454">
      <w:pPr>
        <w:ind w:left="360"/>
        <w:jc w:val="both"/>
        <w:rPr>
          <w:sz w:val="32"/>
        </w:rPr>
      </w:pPr>
    </w:p>
    <w:p w14:paraId="25334781" w14:textId="0CB47FF8" w:rsidR="00901454" w:rsidRDefault="00901454" w:rsidP="00901454">
      <w:pPr>
        <w:ind w:left="360"/>
        <w:jc w:val="both"/>
        <w:rPr>
          <w:sz w:val="32"/>
        </w:rPr>
      </w:pPr>
      <w:r>
        <w:rPr>
          <w:sz w:val="32"/>
        </w:rPr>
        <w:t>…………………………………………….</w:t>
      </w:r>
    </w:p>
    <w:p w14:paraId="45630B2F" w14:textId="03B0EC9C" w:rsidR="00901454" w:rsidRDefault="00901454" w:rsidP="00901454">
      <w:pPr>
        <w:ind w:left="360"/>
        <w:jc w:val="both"/>
        <w:rPr>
          <w:sz w:val="32"/>
        </w:rPr>
      </w:pPr>
    </w:p>
    <w:p w14:paraId="3571CAAE" w14:textId="6AF23CAC" w:rsidR="00901454" w:rsidRDefault="00044316" w:rsidP="00901454">
      <w:pPr>
        <w:ind w:left="360"/>
        <w:jc w:val="both"/>
        <w:rPr>
          <w:sz w:val="32"/>
        </w:rPr>
      </w:pPr>
      <w:r>
        <w:rPr>
          <w:sz w:val="32"/>
        </w:rPr>
        <w:t>Sequenza di comandi:</w:t>
      </w:r>
    </w:p>
    <w:p w14:paraId="6B22D6B0" w14:textId="32931D8B" w:rsidR="00901454" w:rsidRDefault="00901454" w:rsidP="00901454">
      <w:pPr>
        <w:ind w:left="360"/>
        <w:jc w:val="both"/>
        <w:rPr>
          <w:sz w:val="32"/>
        </w:rPr>
      </w:pPr>
    </w:p>
    <w:p w14:paraId="50E11DDC" w14:textId="48EC90A5" w:rsidR="00901454" w:rsidRDefault="00044316" w:rsidP="00901454">
      <w:pPr>
        <w:ind w:left="360"/>
        <w:jc w:val="both"/>
        <w:rPr>
          <w:sz w:val="32"/>
        </w:rPr>
      </w:pPr>
      <w:r>
        <w:rPr>
          <w:sz w:val="32"/>
        </w:rPr>
        <w:t>…………………………………………….</w:t>
      </w:r>
    </w:p>
    <w:p w14:paraId="1E28DA93" w14:textId="2055FB57" w:rsidR="00901454" w:rsidRDefault="00901454" w:rsidP="00901454">
      <w:pPr>
        <w:ind w:left="360"/>
        <w:jc w:val="both"/>
        <w:rPr>
          <w:sz w:val="32"/>
        </w:rPr>
      </w:pPr>
    </w:p>
    <w:p w14:paraId="1D980C74" w14:textId="6D227B6E" w:rsidR="00901454" w:rsidRDefault="00901454" w:rsidP="00901454">
      <w:pPr>
        <w:ind w:left="360"/>
        <w:jc w:val="both"/>
        <w:rPr>
          <w:sz w:val="32"/>
        </w:rPr>
      </w:pPr>
    </w:p>
    <w:p w14:paraId="5EE61B21" w14:textId="1C8E0751" w:rsidR="00901454" w:rsidRDefault="00901454" w:rsidP="00901454">
      <w:pPr>
        <w:ind w:left="360"/>
        <w:jc w:val="both"/>
        <w:rPr>
          <w:sz w:val="32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63360" behindDoc="0" locked="0" layoutInCell="1" allowOverlap="1" wp14:anchorId="364AA7E5" wp14:editId="21CCAB66">
            <wp:simplePos x="0" y="0"/>
            <wp:positionH relativeFrom="column">
              <wp:posOffset>486410</wp:posOffset>
            </wp:positionH>
            <wp:positionV relativeFrom="paragraph">
              <wp:posOffset>231140</wp:posOffset>
            </wp:positionV>
            <wp:extent cx="2508250" cy="2193290"/>
            <wp:effectExtent l="0" t="0" r="6350" b="0"/>
            <wp:wrapSquare wrapText="bothSides"/>
            <wp:docPr id="8" name="Immagine 8" descr="Risultati immagini per sfera leg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sfera legn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61975D" w14:textId="0C61BCA0" w:rsidR="00901454" w:rsidRPr="00901454" w:rsidRDefault="00901454" w:rsidP="00901454">
      <w:pPr>
        <w:ind w:left="360" w:firstLine="348"/>
        <w:jc w:val="both"/>
        <w:rPr>
          <w:sz w:val="32"/>
        </w:rPr>
      </w:pPr>
      <w:r>
        <w:rPr>
          <w:sz w:val="32"/>
        </w:rPr>
        <w:t>Nome della figura:</w:t>
      </w:r>
    </w:p>
    <w:p w14:paraId="37F883E2" w14:textId="77777777" w:rsidR="00901454" w:rsidRDefault="00901454" w:rsidP="00901454">
      <w:pPr>
        <w:ind w:left="360"/>
        <w:jc w:val="both"/>
        <w:rPr>
          <w:sz w:val="32"/>
        </w:rPr>
      </w:pPr>
    </w:p>
    <w:p w14:paraId="53E83850" w14:textId="1B97E59D" w:rsidR="00901454" w:rsidRDefault="00901454" w:rsidP="00901454">
      <w:pPr>
        <w:ind w:left="360" w:firstLine="348"/>
        <w:jc w:val="both"/>
        <w:rPr>
          <w:sz w:val="32"/>
        </w:rPr>
      </w:pPr>
      <w:r>
        <w:rPr>
          <w:sz w:val="32"/>
        </w:rPr>
        <w:t>…………………………………………….</w:t>
      </w:r>
    </w:p>
    <w:p w14:paraId="2D507242" w14:textId="15B7DBCE" w:rsidR="00044316" w:rsidRDefault="00044316" w:rsidP="00901454">
      <w:pPr>
        <w:ind w:left="360" w:firstLine="348"/>
        <w:jc w:val="both"/>
        <w:rPr>
          <w:sz w:val="32"/>
        </w:rPr>
      </w:pPr>
    </w:p>
    <w:p w14:paraId="4978365E" w14:textId="0D9B6A4E" w:rsidR="00044316" w:rsidRDefault="00044316" w:rsidP="00901454">
      <w:pPr>
        <w:ind w:left="360" w:firstLine="348"/>
        <w:jc w:val="both"/>
        <w:rPr>
          <w:sz w:val="32"/>
        </w:rPr>
      </w:pPr>
      <w:r>
        <w:rPr>
          <w:sz w:val="32"/>
        </w:rPr>
        <w:t>Sequenza di comandi:</w:t>
      </w:r>
    </w:p>
    <w:p w14:paraId="1E49ECA2" w14:textId="1507C278" w:rsidR="00044316" w:rsidRDefault="00044316" w:rsidP="00901454">
      <w:pPr>
        <w:ind w:left="360" w:firstLine="348"/>
        <w:jc w:val="both"/>
        <w:rPr>
          <w:sz w:val="32"/>
        </w:rPr>
      </w:pPr>
    </w:p>
    <w:p w14:paraId="65BC313C" w14:textId="2CF976EB" w:rsidR="00044316" w:rsidRDefault="00044316" w:rsidP="00901454">
      <w:pPr>
        <w:ind w:left="360" w:firstLine="348"/>
        <w:jc w:val="both"/>
        <w:rPr>
          <w:sz w:val="32"/>
        </w:rPr>
      </w:pPr>
      <w:r>
        <w:rPr>
          <w:sz w:val="32"/>
        </w:rPr>
        <w:t>……………………………………………..</w:t>
      </w:r>
    </w:p>
    <w:p w14:paraId="2D33AF29" w14:textId="13754A80" w:rsidR="00044316" w:rsidRDefault="00044316" w:rsidP="00044316">
      <w:pPr>
        <w:tabs>
          <w:tab w:val="left" w:pos="5245"/>
        </w:tabs>
        <w:ind w:left="360"/>
        <w:jc w:val="both"/>
        <w:rPr>
          <w:sz w:val="32"/>
        </w:rPr>
      </w:pPr>
    </w:p>
    <w:p w14:paraId="53D6E7E3" w14:textId="77777777" w:rsidR="00044316" w:rsidRDefault="00044316" w:rsidP="00901454">
      <w:pPr>
        <w:ind w:left="360" w:firstLine="348"/>
        <w:jc w:val="both"/>
        <w:rPr>
          <w:sz w:val="32"/>
        </w:rPr>
      </w:pPr>
    </w:p>
    <w:p w14:paraId="0EC52C48" w14:textId="77777777" w:rsidR="00901454" w:rsidRDefault="00901454" w:rsidP="00044316">
      <w:pPr>
        <w:jc w:val="both"/>
        <w:rPr>
          <w:sz w:val="32"/>
        </w:rPr>
      </w:pPr>
    </w:p>
    <w:p w14:paraId="5FA3714A" w14:textId="68980F8D" w:rsidR="00901454" w:rsidRDefault="00901454" w:rsidP="00044316">
      <w:pPr>
        <w:jc w:val="both"/>
        <w:rPr>
          <w:sz w:val="32"/>
        </w:rPr>
      </w:pPr>
    </w:p>
    <w:p w14:paraId="349C0045" w14:textId="3BAE9EA6" w:rsidR="00901454" w:rsidRPr="00901454" w:rsidRDefault="00901454" w:rsidP="00901454">
      <w:pPr>
        <w:ind w:left="360" w:firstLine="348"/>
        <w:jc w:val="both"/>
        <w:rPr>
          <w:sz w:val="32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62336" behindDoc="0" locked="0" layoutInCell="1" allowOverlap="1" wp14:anchorId="7CD699A0" wp14:editId="787DF6F8">
            <wp:simplePos x="0" y="0"/>
            <wp:positionH relativeFrom="column">
              <wp:posOffset>499110</wp:posOffset>
            </wp:positionH>
            <wp:positionV relativeFrom="paragraph">
              <wp:posOffset>37465</wp:posOffset>
            </wp:positionV>
            <wp:extent cx="2501900" cy="2501900"/>
            <wp:effectExtent l="0" t="0" r="0" b="0"/>
            <wp:wrapSquare wrapText="bothSides"/>
            <wp:docPr id="7" name="Immagine 7" descr="Risultati immagini per quadr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quadrato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>Nome della figura:</w:t>
      </w:r>
    </w:p>
    <w:p w14:paraId="5FC3201F" w14:textId="391A2949" w:rsidR="00901454" w:rsidRDefault="00901454" w:rsidP="00901454">
      <w:pPr>
        <w:ind w:left="360"/>
        <w:jc w:val="both"/>
        <w:rPr>
          <w:sz w:val="32"/>
        </w:rPr>
      </w:pPr>
    </w:p>
    <w:p w14:paraId="5BB422EC" w14:textId="62A5E2A7" w:rsidR="00901454" w:rsidRDefault="00901454" w:rsidP="00901454">
      <w:pPr>
        <w:ind w:left="360" w:firstLine="348"/>
        <w:jc w:val="both"/>
        <w:rPr>
          <w:sz w:val="32"/>
        </w:rPr>
      </w:pPr>
      <w:r>
        <w:rPr>
          <w:sz w:val="32"/>
        </w:rPr>
        <w:t>…………………………………………….</w:t>
      </w:r>
    </w:p>
    <w:p w14:paraId="10F50A9F" w14:textId="23A52318" w:rsidR="00044316" w:rsidRDefault="00044316" w:rsidP="00901454">
      <w:pPr>
        <w:ind w:left="360" w:firstLine="348"/>
        <w:jc w:val="both"/>
        <w:rPr>
          <w:sz w:val="32"/>
        </w:rPr>
      </w:pPr>
    </w:p>
    <w:p w14:paraId="11402571" w14:textId="1DC54C7C" w:rsidR="00044316" w:rsidRDefault="00044316" w:rsidP="00901454">
      <w:pPr>
        <w:ind w:left="360" w:firstLine="348"/>
        <w:jc w:val="both"/>
        <w:rPr>
          <w:sz w:val="32"/>
        </w:rPr>
      </w:pPr>
      <w:r>
        <w:rPr>
          <w:sz w:val="32"/>
        </w:rPr>
        <w:t>Sequenza di comandi:</w:t>
      </w:r>
    </w:p>
    <w:p w14:paraId="3513FBAD" w14:textId="5AAAF263" w:rsidR="00044316" w:rsidRDefault="00044316" w:rsidP="00901454">
      <w:pPr>
        <w:ind w:left="360" w:firstLine="348"/>
        <w:jc w:val="both"/>
        <w:rPr>
          <w:sz w:val="32"/>
        </w:rPr>
      </w:pPr>
    </w:p>
    <w:p w14:paraId="6B21B84C" w14:textId="662BBFFF" w:rsidR="00044316" w:rsidRDefault="00044316" w:rsidP="00901454">
      <w:pPr>
        <w:ind w:left="360" w:firstLine="348"/>
        <w:jc w:val="both"/>
        <w:rPr>
          <w:sz w:val="32"/>
        </w:rPr>
      </w:pPr>
      <w:r>
        <w:rPr>
          <w:sz w:val="32"/>
        </w:rPr>
        <w:t>…………………………………………….</w:t>
      </w:r>
    </w:p>
    <w:p w14:paraId="28AC9386" w14:textId="77777777" w:rsidR="00901454" w:rsidRDefault="00901454" w:rsidP="00901454">
      <w:pPr>
        <w:ind w:left="360"/>
        <w:jc w:val="both"/>
        <w:rPr>
          <w:sz w:val="32"/>
        </w:rPr>
      </w:pPr>
    </w:p>
    <w:p w14:paraId="7FA442B5" w14:textId="77777777" w:rsidR="00901454" w:rsidRDefault="00901454" w:rsidP="00901454">
      <w:pPr>
        <w:ind w:left="360"/>
        <w:jc w:val="both"/>
        <w:rPr>
          <w:sz w:val="32"/>
        </w:rPr>
      </w:pPr>
    </w:p>
    <w:p w14:paraId="3CAB97AE" w14:textId="7953E7F0" w:rsidR="00901454" w:rsidRPr="00901454" w:rsidRDefault="00901454" w:rsidP="00044316">
      <w:pPr>
        <w:jc w:val="both"/>
        <w:rPr>
          <w:sz w:val="32"/>
        </w:rPr>
      </w:pPr>
      <w:bookmarkStart w:id="0" w:name="_GoBack"/>
      <w:bookmarkEnd w:id="0"/>
    </w:p>
    <w:sectPr w:rsidR="00901454" w:rsidRPr="00901454" w:rsidSect="00464B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72849"/>
    <w:multiLevelType w:val="hybridMultilevel"/>
    <w:tmpl w:val="20DCF7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BB"/>
    <w:rsid w:val="00044316"/>
    <w:rsid w:val="00057539"/>
    <w:rsid w:val="001A76A6"/>
    <w:rsid w:val="00257AAB"/>
    <w:rsid w:val="002A52BB"/>
    <w:rsid w:val="0033668C"/>
    <w:rsid w:val="00464B87"/>
    <w:rsid w:val="00577078"/>
    <w:rsid w:val="0065515C"/>
    <w:rsid w:val="00713DE8"/>
    <w:rsid w:val="007D60E8"/>
    <w:rsid w:val="00901454"/>
    <w:rsid w:val="00990654"/>
    <w:rsid w:val="00C228B3"/>
    <w:rsid w:val="00D026A7"/>
    <w:rsid w:val="00DC6B2B"/>
    <w:rsid w:val="00ED3BBB"/>
    <w:rsid w:val="00F565E4"/>
    <w:rsid w:val="00F7154A"/>
    <w:rsid w:val="00FC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672DE"/>
  <w15:docId w15:val="{A55D744E-CFB3-4430-B737-D85A0438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3BB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5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53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228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28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228B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28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22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74824-ECCA-48C8-80DF-821B060A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A9270E51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 Informatici TI-EDU / USI-SUPSI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 Negrini</dc:creator>
  <cp:lastModifiedBy>Windows User</cp:lastModifiedBy>
  <cp:revision>3</cp:revision>
  <dcterms:created xsi:type="dcterms:W3CDTF">2018-03-16T08:47:00Z</dcterms:created>
  <dcterms:modified xsi:type="dcterms:W3CDTF">2018-03-16T08:51:00Z</dcterms:modified>
</cp:coreProperties>
</file>